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F6CB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09ADB2A7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20</w:t>
      </w:r>
      <w:r w:rsidR="00AC7C24">
        <w:rPr>
          <w:rFonts w:ascii="Corbel" w:hAnsi="Corbel"/>
          <w:b/>
          <w:smallCaps/>
          <w:sz w:val="24"/>
          <w:szCs w:val="24"/>
        </w:rPr>
        <w:t>19</w:t>
      </w:r>
      <w:r w:rsidR="00DC6D0C" w:rsidRPr="00556D83">
        <w:rPr>
          <w:rFonts w:ascii="Corbel" w:hAnsi="Corbel"/>
          <w:b/>
          <w:smallCaps/>
          <w:sz w:val="24"/>
          <w:szCs w:val="24"/>
        </w:rPr>
        <w:t>-202</w:t>
      </w:r>
      <w:r w:rsidR="00AC7C24">
        <w:rPr>
          <w:rFonts w:ascii="Corbel" w:hAnsi="Corbel"/>
          <w:b/>
          <w:smallCaps/>
          <w:sz w:val="24"/>
          <w:szCs w:val="24"/>
        </w:rPr>
        <w:t>2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7CB5829" w14:textId="79E50915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</w:t>
      </w:r>
      <w:r w:rsidR="00AC7C24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02</w:t>
      </w:r>
      <w:r w:rsidR="00AC7C24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Magdalena </w:t>
            </w:r>
            <w:proofErr w:type="spellStart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AAFFE" w14:textId="77777777" w:rsidR="0085747A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A2237" w:rsidRPr="00556D83">
              <w:rPr>
                <w:rFonts w:ascii="Corbel" w:hAnsi="Corbel"/>
                <w:b w:val="0"/>
                <w:sz w:val="24"/>
                <w:szCs w:val="24"/>
              </w:rPr>
              <w:t>Małgorzata Leszczyńska</w:t>
            </w:r>
          </w:p>
          <w:p w14:paraId="05BE559E" w14:textId="10378266" w:rsidR="00556D83" w:rsidRPr="00556D83" w:rsidRDefault="00556D83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56D83">
        <w:rPr>
          <w:rFonts w:ascii="Corbel" w:hAnsi="Corbel"/>
          <w:sz w:val="24"/>
          <w:szCs w:val="24"/>
        </w:rPr>
        <w:t>ECTS</w:t>
      </w:r>
      <w:proofErr w:type="spellEnd"/>
      <w:r w:rsidRPr="00556D83">
        <w:rPr>
          <w:rFonts w:ascii="Corbel" w:hAnsi="Corbel"/>
          <w:sz w:val="24"/>
          <w:szCs w:val="24"/>
        </w:rPr>
        <w:t xml:space="preserve">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Wykł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Konw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Sem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Prakt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Pr="00556D83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lastRenderedPageBreak/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ludzkich: racjonalność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7A2237" w:rsidRPr="00556D83" w14:paraId="14C9CE67" w14:textId="77777777" w:rsidTr="00923D7D">
        <w:tc>
          <w:tcPr>
            <w:tcW w:w="9639" w:type="dxa"/>
          </w:tcPr>
          <w:p w14:paraId="4E5FCB44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produkcji.</w:t>
            </w:r>
          </w:p>
          <w:p w14:paraId="4C05C7AB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proofErr w:type="spellStart"/>
            <w:r w:rsidRPr="00556D83">
              <w:rPr>
                <w:rFonts w:ascii="Corbel" w:hAnsi="Corbel"/>
                <w:i/>
                <w:sz w:val="24"/>
                <w:szCs w:val="24"/>
              </w:rPr>
              <w:t>ceteris</w:t>
            </w:r>
            <w:proofErr w:type="spellEnd"/>
            <w:r w:rsidRPr="00556D83">
              <w:rPr>
                <w:rFonts w:ascii="Corbel" w:hAnsi="Corbel"/>
                <w:i/>
                <w:sz w:val="24"/>
                <w:szCs w:val="24"/>
              </w:rPr>
              <w:t xml:space="preserve">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Rynek (definicja, klasyfikacje). Popyt i jego determinanty: popyt efektywny a potencjalny, funkcjonalny a niefunkcjonalny i spekulacyjny; prawo popytu i krzywa popytu,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popytu i przesunięcia krzywej popytu. Podaż i jej determinanty: definicja, prawo podaży, krzywa podaży,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</w:t>
            </w: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7A2237" w:rsidRPr="00556D83" w14:paraId="1F7F77C6" w14:textId="77777777" w:rsidTr="00923D7D">
        <w:tc>
          <w:tcPr>
            <w:tcW w:w="9639" w:type="dxa"/>
          </w:tcPr>
          <w:p w14:paraId="35F91926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046999A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977A1C2" w14:textId="77777777" w:rsidR="00923D7D" w:rsidRPr="00556D8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08A" w14:textId="77777777" w:rsidR="00556D83" w:rsidRDefault="00556D83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56D83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56D83">
        <w:rPr>
          <w:rFonts w:ascii="Corbel" w:hAnsi="Corbel"/>
          <w:b/>
          <w:sz w:val="24"/>
          <w:szCs w:val="24"/>
        </w:rPr>
        <w:t xml:space="preserve">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56D8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56D8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77777777" w:rsidR="00C61DC5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</w:t>
            </w:r>
            <w:r w:rsidR="00441892"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8A322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56D8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56D8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Begg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</w:t>
            </w:r>
            <w:proofErr w:type="spellStart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Vernasca</w:t>
            </w:r>
            <w:proofErr w:type="spellEnd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Dornbusch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P.A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W.D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Ekonomia,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N.G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., Taylor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M.P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C5D80" w14:textId="77777777" w:rsidR="00173858" w:rsidRDefault="00173858" w:rsidP="00C16ABF">
      <w:pPr>
        <w:spacing w:after="0" w:line="240" w:lineRule="auto"/>
      </w:pPr>
      <w:r>
        <w:separator/>
      </w:r>
    </w:p>
  </w:endnote>
  <w:endnote w:type="continuationSeparator" w:id="0">
    <w:p w14:paraId="342D215E" w14:textId="77777777" w:rsidR="00173858" w:rsidRDefault="001738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C2350" w14:textId="77777777" w:rsidR="00173858" w:rsidRDefault="00173858" w:rsidP="00C16ABF">
      <w:pPr>
        <w:spacing w:after="0" w:line="240" w:lineRule="auto"/>
      </w:pPr>
      <w:r>
        <w:separator/>
      </w:r>
    </w:p>
  </w:footnote>
  <w:footnote w:type="continuationSeparator" w:id="0">
    <w:p w14:paraId="26DA8E9D" w14:textId="77777777" w:rsidR="00173858" w:rsidRDefault="00173858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3858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B5B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189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C7C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362A86-C2EB-402B-ACE6-E4592FE5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1</Pages>
  <Words>1584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26</cp:revision>
  <cp:lastPrinted>2019-02-06T12:12:00Z</cp:lastPrinted>
  <dcterms:created xsi:type="dcterms:W3CDTF">2020-09-30T13:29:00Z</dcterms:created>
  <dcterms:modified xsi:type="dcterms:W3CDTF">2021-11-04T12:56:00Z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